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670D48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36.55pt;width:106.3pt;height:56.9pt;z-index:251660288" strokecolor="red" strokeweight="2.25pt">
            <v:textbox style="mso-next-textbox:#_x0000_s1030" inset="5.85pt,.7pt,5.85pt,.7pt">
              <w:txbxContent>
                <w:p w:rsidR="00340990" w:rsidRPr="000E0602" w:rsidRDefault="00340990" w:rsidP="003D2260">
                  <w:pPr>
                    <w:ind w:firstLineChars="100" w:firstLine="301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340990" w:rsidRDefault="00340990"/>
              </w:txbxContent>
            </v:textbox>
          </v:rect>
        </w:pict>
      </w:r>
    </w:p>
    <w:p w:rsidR="008A70D7" w:rsidRPr="00D0418F" w:rsidRDefault="008A70D7" w:rsidP="008A70D7">
      <w:pPr>
        <w:jc w:val="center"/>
        <w:rPr>
          <w:rFonts w:asciiTheme="majorHAnsi" w:hAnsiTheme="majorHAnsi" w:cstheme="majorHAnsi"/>
          <w:sz w:val="40"/>
          <w:szCs w:val="40"/>
        </w:rPr>
      </w:pPr>
      <w:r w:rsidRPr="00D0418F">
        <w:rPr>
          <w:rFonts w:asciiTheme="majorHAnsi" w:hAnsiTheme="majorHAnsi" w:cstheme="majorHAnsi"/>
          <w:sz w:val="40"/>
          <w:szCs w:val="40"/>
        </w:rPr>
        <w:t xml:space="preserve">Income certificate </w:t>
      </w:r>
    </w:p>
    <w:p w:rsidR="008A70D7" w:rsidRPr="00D0418F" w:rsidRDefault="008A70D7" w:rsidP="001B7E95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002CA1" w:rsidRPr="00D0418F" w:rsidRDefault="00002CA1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Fonts w:asciiTheme="majorHAnsi" w:hAnsiTheme="majorHAnsi" w:cstheme="majorHAnsi"/>
          <w:sz w:val="28"/>
          <w:szCs w:val="28"/>
        </w:rPr>
        <w:t xml:space="preserve">Hanako Suzuki worked as a clerk of the </w: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 w:hint="eastAsia"/>
          <w:sz w:val="28"/>
          <w:szCs w:val="28"/>
        </w:rPr>
        <w:t xml:space="preserve"> </w:t>
      </w:r>
      <w:r w:rsidRPr="00D0418F">
        <w:rPr>
          <w:rFonts w:asciiTheme="majorHAnsi" w:hAnsiTheme="majorHAnsi" w:cstheme="majorHAnsi"/>
          <w:sz w:val="28"/>
          <w:szCs w:val="28"/>
        </w:rPr>
        <w:t>company, annual income is 600,000 yen.</w:t>
      </w: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D0418F" w:rsidRDefault="00D0418F">
      <w:pPr>
        <w:rPr>
          <w:sz w:val="28"/>
          <w:szCs w:val="28"/>
        </w:rPr>
      </w:pPr>
    </w:p>
    <w:p w:rsidR="00D0418F" w:rsidRDefault="00D0418F">
      <w:pPr>
        <w:rPr>
          <w:sz w:val="28"/>
          <w:szCs w:val="28"/>
        </w:rPr>
      </w:pPr>
    </w:p>
    <w:p w:rsidR="00D0418F" w:rsidRDefault="00670D4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left:0;text-align:left;margin-left:236.5pt;margin-top:.7pt;width:220.15pt;height:72.85pt;z-index:251662336" adj="8497,-20458" strokecolor="#00b0f0" strokeweight="2.25pt">
            <v:textbox inset="5.85pt,.7pt,5.85pt,.7pt">
              <w:txbxContent>
                <w:p w:rsidR="00340990" w:rsidRPr="003D2260" w:rsidRDefault="00340990" w:rsidP="00D0418F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D0418F" w:rsidRDefault="00D0418F">
      <w:pPr>
        <w:rPr>
          <w:sz w:val="28"/>
          <w:szCs w:val="28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Pr="00D1052D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0E0602" w:rsidP="00462026">
      <w:pPr>
        <w:ind w:firstLineChars="900" w:firstLine="271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(Date)    </w:t>
      </w:r>
      <w:r w:rsidR="00FF42AB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1</w:t>
      </w:r>
      <w:r w:rsidR="00670D48">
        <w:rPr>
          <w:rFonts w:hint="eastAsia"/>
          <w:sz w:val="32"/>
          <w:szCs w:val="32"/>
        </w:rPr>
        <w:t>9</w:t>
      </w:r>
      <w:bookmarkStart w:id="0" w:name="_GoBack"/>
      <w:bookmarkEnd w:id="0"/>
      <w:r w:rsidR="00FF42AB">
        <w:rPr>
          <w:rFonts w:hint="eastAsia"/>
          <w:sz w:val="32"/>
          <w:szCs w:val="32"/>
        </w:rPr>
        <w:t xml:space="preserve">　</w:t>
      </w:r>
      <w:r w:rsidR="00FF42AB">
        <w:rPr>
          <w:rFonts w:hint="eastAsia"/>
          <w:sz w:val="32"/>
          <w:szCs w:val="32"/>
        </w:rPr>
        <w:t>year</w:t>
      </w:r>
      <w:r>
        <w:rPr>
          <w:rFonts w:hint="eastAsia"/>
          <w:sz w:val="32"/>
          <w:szCs w:val="32"/>
        </w:rPr>
        <w:t xml:space="preserve">    month   day</w:t>
      </w:r>
    </w:p>
    <w:p w:rsidR="00002CA1" w:rsidRPr="000E0602" w:rsidRDefault="00670D48" w:rsidP="00462026">
      <w:pPr>
        <w:ind w:firstLineChars="1700" w:firstLine="5125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26" style="position:absolute;left:0;text-align:left;margin-left:336.05pt;margin-top:10.75pt;width:109.7pt;height:88.7pt;z-index:251658240" strokecolor="red">
            <v:textbox inset="5.85pt,.7pt,5.85pt,.7pt">
              <w:txbxContent>
                <w:p w:rsidR="00340990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  <w:p w:rsidR="00340990" w:rsidRPr="00462026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340990" w:rsidRDefault="00340990"/>
              </w:txbxContent>
            </v:textbox>
          </v:oval>
        </w:pic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/>
          <w:sz w:val="28"/>
          <w:szCs w:val="28"/>
        </w:rPr>
        <w:t>company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670D48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-3.85pt;margin-top:1.95pt;width:290.5pt;height:118.85pt;z-index:251659264" adj="22529,-3898" strokecolor="#00b0f0" strokeweight="3pt">
            <v:textbox style="mso-next-textbox:#_x0000_s1028" inset="5.85pt,.7pt,5.85pt,.7pt">
              <w:txbxContent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340990" w:rsidRPr="003D2260" w:rsidRDefault="00340990">
                  <w:pPr>
                    <w:rPr>
                      <w:sz w:val="20"/>
                      <w:szCs w:val="20"/>
                    </w:rPr>
                  </w:pPr>
                </w:p>
                <w:p w:rsidR="00340990" w:rsidRPr="00F60B46" w:rsidRDefault="00340990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215462" w:rsidRDefault="00215462" w:rsidP="003D2260">
      <w:pPr>
        <w:rPr>
          <w:b/>
          <w:color w:val="FF0000"/>
          <w:sz w:val="28"/>
          <w:szCs w:val="28"/>
        </w:rPr>
      </w:pPr>
    </w:p>
    <w:p w:rsidR="00215462" w:rsidRPr="00215462" w:rsidRDefault="001B7E95" w:rsidP="003D2260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="00124841">
        <w:rPr>
          <w:rFonts w:hint="eastAsia"/>
          <w:b/>
          <w:color w:val="FF0000"/>
          <w:sz w:val="24"/>
          <w:szCs w:val="24"/>
        </w:rPr>
        <w:t>T</w:t>
      </w:r>
      <w:r w:rsidR="00124841">
        <w:rPr>
          <w:b/>
          <w:color w:val="FF0000"/>
          <w:sz w:val="24"/>
          <w:szCs w:val="24"/>
        </w:rPr>
        <w:t>his is an "example"</w:t>
      </w:r>
      <w:r w:rsidR="000B1812">
        <w:rPr>
          <w:rFonts w:hint="eastAsia"/>
          <w:b/>
          <w:color w:val="FF0000"/>
          <w:sz w:val="24"/>
          <w:szCs w:val="24"/>
        </w:rPr>
        <w:t xml:space="preserve"> . If  </w:t>
      </w:r>
      <w:r w:rsidR="00124841">
        <w:rPr>
          <w:rFonts w:hint="eastAsia"/>
          <w:b/>
          <w:color w:val="FF0000"/>
          <w:sz w:val="24"/>
          <w:szCs w:val="24"/>
        </w:rPr>
        <w:t xml:space="preserve">there is </w:t>
      </w:r>
      <w:r w:rsidR="003D2260" w:rsidRPr="00215462">
        <w:rPr>
          <w:b/>
          <w:color w:val="FF0000"/>
          <w:sz w:val="24"/>
          <w:szCs w:val="24"/>
        </w:rPr>
        <w:t>the style of office specification</w:t>
      </w:r>
      <w:r w:rsidR="00124841">
        <w:rPr>
          <w:rFonts w:hint="eastAsia"/>
          <w:b/>
          <w:color w:val="FF0000"/>
          <w:sz w:val="24"/>
          <w:szCs w:val="24"/>
        </w:rPr>
        <w:t>, you can</w:t>
      </w:r>
      <w:r w:rsidR="00E569DB">
        <w:rPr>
          <w:rFonts w:hint="eastAsia"/>
          <w:b/>
          <w:color w:val="FF0000"/>
          <w:sz w:val="24"/>
          <w:szCs w:val="24"/>
        </w:rPr>
        <w:t xml:space="preserve"> use it.</w:t>
      </w:r>
      <w:r w:rsidR="00124841">
        <w:rPr>
          <w:rFonts w:hint="eastAsia"/>
          <w:b/>
          <w:color w:val="FF0000"/>
          <w:sz w:val="24"/>
          <w:szCs w:val="24"/>
        </w:rPr>
        <w:t xml:space="preserve"> </w:t>
      </w:r>
      <w:r w:rsidR="003D2260" w:rsidRPr="00215462">
        <w:rPr>
          <w:b/>
          <w:color w:val="FF0000"/>
          <w:sz w:val="24"/>
          <w:szCs w:val="24"/>
        </w:rPr>
        <w:t xml:space="preserve"> </w:t>
      </w:r>
    </w:p>
    <w:p w:rsidR="00214FED" w:rsidRPr="00215462" w:rsidRDefault="00214FED" w:rsidP="00214FED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 w:rsidR="00E569DB"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" </w:t>
      </w:r>
      <w:r w:rsidRPr="00215462">
        <w:rPr>
          <w:rFonts w:hint="eastAsia"/>
          <w:b/>
          <w:color w:val="FF0000"/>
          <w:sz w:val="24"/>
          <w:szCs w:val="24"/>
        </w:rPr>
        <w:t>and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 </w:t>
      </w:r>
      <w:r w:rsidRPr="00215462">
        <w:rPr>
          <w:rFonts w:hint="eastAsia"/>
          <w:b/>
          <w:color w:val="FF0000"/>
          <w:sz w:val="24"/>
          <w:szCs w:val="24"/>
        </w:rPr>
        <w:t>"Financial Support Statement". (</w:t>
      </w:r>
      <w:r w:rsidR="00215462" w:rsidRPr="00215462">
        <w:rPr>
          <w:b/>
          <w:color w:val="FF0000"/>
          <w:sz w:val="24"/>
          <w:szCs w:val="24"/>
        </w:rPr>
        <w:t>A difference of some of the amount of money is possible.</w:t>
      </w:r>
      <w:r w:rsidR="00215462">
        <w:rPr>
          <w:rFonts w:hint="eastAsia"/>
          <w:b/>
          <w:color w:val="FF0000"/>
          <w:sz w:val="24"/>
          <w:szCs w:val="24"/>
        </w:rPr>
        <w:t>)</w:t>
      </w:r>
    </w:p>
    <w:p w:rsidR="001B7E95" w:rsidRPr="00215462" w:rsidRDefault="00215462" w:rsidP="00F60B46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215462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990" w:rsidRDefault="00340990" w:rsidP="00A82CBC">
      <w:r>
        <w:separator/>
      </w:r>
    </w:p>
  </w:endnote>
  <w:endnote w:type="continuationSeparator" w:id="0">
    <w:p w:rsidR="00340990" w:rsidRDefault="0034099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990" w:rsidRDefault="00340990" w:rsidP="00A82CBC">
      <w:r>
        <w:separator/>
      </w:r>
    </w:p>
  </w:footnote>
  <w:footnote w:type="continuationSeparator" w:id="0">
    <w:p w:rsidR="00340990" w:rsidRDefault="00340990" w:rsidP="00A8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83BA2"/>
    <w:multiLevelType w:val="hybridMultilevel"/>
    <w:tmpl w:val="FF1A2372"/>
    <w:lvl w:ilvl="0" w:tplc="2C3E8B86">
      <w:start w:val="2013"/>
      <w:numFmt w:val="bullet"/>
      <w:lvlText w:val="○"/>
      <w:lvlJc w:val="left"/>
      <w:pPr>
        <w:ind w:left="3498" w:hanging="360"/>
      </w:pPr>
      <w:rPr>
        <w:rFonts w:ascii="ＭＳ 明朝" w:eastAsia="ＭＳ 明朝" w:hAnsi="ＭＳ 明朝" w:cstheme="majorHAns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54166"/>
    <w:rsid w:val="000B1812"/>
    <w:rsid w:val="000E0602"/>
    <w:rsid w:val="00124841"/>
    <w:rsid w:val="001B7E95"/>
    <w:rsid w:val="0020419D"/>
    <w:rsid w:val="00214FED"/>
    <w:rsid w:val="00215462"/>
    <w:rsid w:val="00340990"/>
    <w:rsid w:val="003B0A9C"/>
    <w:rsid w:val="003D2260"/>
    <w:rsid w:val="00462026"/>
    <w:rsid w:val="004C0044"/>
    <w:rsid w:val="00566C98"/>
    <w:rsid w:val="00605694"/>
    <w:rsid w:val="00670D48"/>
    <w:rsid w:val="006A757D"/>
    <w:rsid w:val="007F5108"/>
    <w:rsid w:val="008968F7"/>
    <w:rsid w:val="008A70D7"/>
    <w:rsid w:val="00946238"/>
    <w:rsid w:val="009A523E"/>
    <w:rsid w:val="00A62BFE"/>
    <w:rsid w:val="00A82CBC"/>
    <w:rsid w:val="00B37FCA"/>
    <w:rsid w:val="00B51B53"/>
    <w:rsid w:val="00B73FB1"/>
    <w:rsid w:val="00C64DB1"/>
    <w:rsid w:val="00D0418F"/>
    <w:rsid w:val="00D1052D"/>
    <w:rsid w:val="00DF13F2"/>
    <w:rsid w:val="00E569DB"/>
    <w:rsid w:val="00F60B46"/>
    <w:rsid w:val="00F74CB7"/>
    <w:rsid w:val="00FE249A"/>
    <w:rsid w:val="00FE723E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4"/>
        <o:r id="V:Rule2" type="callout" idref="#_x0000_s1028"/>
      </o:rules>
    </o:shapelayout>
  </w:shapeDefaults>
  <w:decimalSymbol w:val="."/>
  <w:listSeparator w:val=","/>
  <w15:docId w15:val="{DBFF5C46-4754-4F2C-8E7C-61DC47D8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character" w:customStyle="1" w:styleId="shorttext">
    <w:name w:val="short_text"/>
    <w:basedOn w:val="a0"/>
    <w:rsid w:val="00054166"/>
  </w:style>
  <w:style w:type="character" w:customStyle="1" w:styleId="hps">
    <w:name w:val="hps"/>
    <w:basedOn w:val="a0"/>
    <w:rsid w:val="00054166"/>
  </w:style>
  <w:style w:type="paragraph" w:styleId="a9">
    <w:name w:val="List Paragraph"/>
    <w:basedOn w:val="a"/>
    <w:uiPriority w:val="34"/>
    <w:qFormat/>
    <w:rsid w:val="000E06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37F0B6C1.dotm</Template>
  <TotalTime>218</TotalTime>
  <Pages>1</Pages>
  <Words>88</Words>
  <Characters>506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2015-04-15T04:35:00Z</cp:lastPrinted>
  <dcterms:created xsi:type="dcterms:W3CDTF">2013-04-26T01:34:00Z</dcterms:created>
  <dcterms:modified xsi:type="dcterms:W3CDTF">2019-04-19T09:15:00Z</dcterms:modified>
</cp:coreProperties>
</file>